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0C0" w:rsidRPr="00BB2E45" w:rsidRDefault="00CA30C0" w:rsidP="00682071">
      <w:pPr>
        <w:jc w:val="both"/>
        <w:rPr>
          <w:sz w:val="36"/>
          <w:szCs w:val="36"/>
        </w:rPr>
      </w:pPr>
      <w:r w:rsidRPr="00951A04">
        <w:rPr>
          <w:b/>
          <w:sz w:val="40"/>
          <w:szCs w:val="40"/>
        </w:rPr>
        <w:t>21</w:t>
      </w:r>
      <w:r w:rsidRPr="00951A04">
        <w:rPr>
          <w:b/>
          <w:sz w:val="40"/>
          <w:szCs w:val="40"/>
          <w:vertAlign w:val="superscript"/>
        </w:rPr>
        <w:t>ST</w:t>
      </w:r>
      <w:r>
        <w:rPr>
          <w:b/>
          <w:sz w:val="40"/>
          <w:szCs w:val="40"/>
        </w:rPr>
        <w:t xml:space="preserve"> CENTURY SKILLS</w:t>
      </w:r>
    </w:p>
    <w:p w:rsidR="00CA30C0" w:rsidRDefault="00CA30C0" w:rsidP="00682071">
      <w:pPr>
        <w:jc w:val="both"/>
        <w:rPr>
          <w:rFonts w:ascii="Times New Roman" w:hAnsi="Times New Roman"/>
          <w:sz w:val="24"/>
          <w:szCs w:val="24"/>
        </w:rPr>
      </w:pPr>
    </w:p>
    <w:p w:rsidR="00CA30C0" w:rsidRDefault="00CA30C0" w:rsidP="00682071">
      <w:pPr>
        <w:jc w:val="both"/>
        <w:rPr>
          <w:rFonts w:ascii="Times New Roman" w:hAnsi="Times New Roman"/>
          <w:sz w:val="24"/>
          <w:szCs w:val="24"/>
        </w:rPr>
      </w:pPr>
      <w:r>
        <w:rPr>
          <w:rFonts w:ascii="Times New Roman" w:hAnsi="Times New Roman"/>
          <w:sz w:val="24"/>
          <w:szCs w:val="24"/>
        </w:rPr>
        <w:t>Francis is a grade 4 student who is retainer in their class. Who puts more patience to their adviser and made decision on trial throughout the year when she start teaching. Francis would boss and bully the other children and talk them uneven trades.</w:t>
      </w:r>
    </w:p>
    <w:p w:rsidR="00CA30C0" w:rsidRDefault="00CA30C0" w:rsidP="00682071">
      <w:pPr>
        <w:jc w:val="both"/>
        <w:rPr>
          <w:rFonts w:ascii="Times New Roman" w:hAnsi="Times New Roman"/>
          <w:sz w:val="24"/>
          <w:szCs w:val="24"/>
        </w:rPr>
      </w:pPr>
      <w:r>
        <w:rPr>
          <w:rFonts w:ascii="Times New Roman" w:hAnsi="Times New Roman"/>
          <w:sz w:val="24"/>
          <w:szCs w:val="24"/>
        </w:rPr>
        <w:t>Matters worsened when she received a letter from a parent. “This is the fourth time that Shena’s money has been taken from her bag. What are you going to do about it?</w:t>
      </w:r>
    </w:p>
    <w:p w:rsidR="00CA30C0" w:rsidRDefault="00CA30C0" w:rsidP="00682071">
      <w:pPr>
        <w:jc w:val="both"/>
        <w:rPr>
          <w:rFonts w:ascii="Times New Roman" w:hAnsi="Times New Roman"/>
          <w:sz w:val="24"/>
          <w:szCs w:val="24"/>
        </w:rPr>
      </w:pPr>
      <w:r>
        <w:rPr>
          <w:rFonts w:ascii="Times New Roman" w:hAnsi="Times New Roman"/>
          <w:sz w:val="24"/>
          <w:szCs w:val="24"/>
        </w:rPr>
        <w:t>What she did was an investigation to do. First, she asked if anyone also lost money from their bag and discovered that many other children had been affected. Next, She tried to get someone to confess and simply asked to leave a note in her classroom mailbox. Apparently, while she was preoccupied teaching her lessons, a child was stealing money. Three days later, several children reported that they had seen Francis stole their money. She asked Francis, but he denied it. She discussed in private what happened and examined the evidence.</w:t>
      </w:r>
    </w:p>
    <w:p w:rsidR="00CA30C0" w:rsidRDefault="00CA30C0" w:rsidP="00682071">
      <w:pPr>
        <w:jc w:val="both"/>
        <w:rPr>
          <w:rFonts w:ascii="Times New Roman" w:hAnsi="Times New Roman"/>
          <w:sz w:val="24"/>
          <w:szCs w:val="24"/>
        </w:rPr>
      </w:pPr>
      <w:r>
        <w:rPr>
          <w:rFonts w:ascii="Times New Roman" w:hAnsi="Times New Roman"/>
          <w:sz w:val="24"/>
          <w:szCs w:val="24"/>
        </w:rPr>
        <w:t>The teacher consulted to their principal what happened and what would she do as an action on it. He suggested a punishment which made Francis suffer in a month. The teacher thought it might be better to call his mother, but they have no cellphone. Francis mother would not come to school. She writes a note and set up a home visit.</w:t>
      </w:r>
    </w:p>
    <w:p w:rsidR="00CA30C0" w:rsidRDefault="00CA30C0" w:rsidP="00682071">
      <w:pPr>
        <w:jc w:val="both"/>
        <w:rPr>
          <w:rFonts w:ascii="Times New Roman" w:hAnsi="Times New Roman"/>
          <w:sz w:val="24"/>
          <w:szCs w:val="24"/>
        </w:rPr>
      </w:pPr>
      <w:r>
        <w:rPr>
          <w:rFonts w:ascii="Times New Roman" w:hAnsi="Times New Roman"/>
          <w:sz w:val="24"/>
          <w:szCs w:val="24"/>
        </w:rPr>
        <w:t>After visiting Francis’ house she knew what the situation tell her about.</w:t>
      </w:r>
    </w:p>
    <w:p w:rsidR="00CA30C0" w:rsidRDefault="00CA30C0" w:rsidP="00682071">
      <w:pPr>
        <w:jc w:val="both"/>
        <w:rPr>
          <w:rFonts w:ascii="Times New Roman" w:hAnsi="Times New Roman"/>
          <w:sz w:val="24"/>
          <w:szCs w:val="24"/>
        </w:rPr>
      </w:pPr>
      <w:r>
        <w:rPr>
          <w:rFonts w:ascii="Times New Roman" w:hAnsi="Times New Roman"/>
          <w:sz w:val="24"/>
          <w:szCs w:val="24"/>
        </w:rPr>
        <w:t>She understand Francis differently now.</w:t>
      </w:r>
    </w:p>
    <w:p w:rsidR="00CA30C0" w:rsidRDefault="00CA30C0" w:rsidP="00682071">
      <w:pPr>
        <w:jc w:val="both"/>
        <w:rPr>
          <w:rFonts w:ascii="Times New Roman" w:hAnsi="Times New Roman"/>
          <w:sz w:val="24"/>
          <w:szCs w:val="24"/>
        </w:rPr>
      </w:pPr>
    </w:p>
    <w:p w:rsidR="00CA30C0" w:rsidRDefault="00CA30C0" w:rsidP="00682071">
      <w:pPr>
        <w:jc w:val="both"/>
        <w:rPr>
          <w:rFonts w:ascii="Times New Roman" w:hAnsi="Times New Roman"/>
          <w:sz w:val="24"/>
          <w:szCs w:val="24"/>
        </w:rPr>
      </w:pPr>
      <w:r>
        <w:rPr>
          <w:rFonts w:ascii="Times New Roman" w:hAnsi="Times New Roman"/>
          <w:sz w:val="24"/>
          <w:szCs w:val="24"/>
        </w:rPr>
        <w:t>SKILLS:</w:t>
      </w:r>
    </w:p>
    <w:p w:rsidR="00CA30C0" w:rsidRDefault="00CA30C0" w:rsidP="00682071">
      <w:pPr>
        <w:jc w:val="both"/>
        <w:rPr>
          <w:rFonts w:ascii="Times New Roman" w:hAnsi="Times New Roman"/>
          <w:sz w:val="24"/>
          <w:szCs w:val="24"/>
        </w:rPr>
      </w:pPr>
      <w:r>
        <w:rPr>
          <w:rFonts w:ascii="Times New Roman" w:hAnsi="Times New Roman"/>
          <w:sz w:val="24"/>
          <w:szCs w:val="24"/>
        </w:rPr>
        <w:t>-Self direction</w:t>
      </w:r>
    </w:p>
    <w:p w:rsidR="00CA30C0" w:rsidRDefault="00CA30C0" w:rsidP="00682071">
      <w:pPr>
        <w:jc w:val="both"/>
        <w:rPr>
          <w:rFonts w:ascii="Times New Roman" w:hAnsi="Times New Roman"/>
          <w:sz w:val="24"/>
          <w:szCs w:val="24"/>
        </w:rPr>
      </w:pPr>
      <w:r>
        <w:rPr>
          <w:rFonts w:ascii="Times New Roman" w:hAnsi="Times New Roman"/>
          <w:sz w:val="24"/>
          <w:szCs w:val="24"/>
        </w:rPr>
        <w:t>-Problem Identification, Formulation and Solution</w:t>
      </w:r>
    </w:p>
    <w:p w:rsidR="00CA30C0" w:rsidRDefault="00CA30C0" w:rsidP="00682071">
      <w:pPr>
        <w:jc w:val="both"/>
        <w:rPr>
          <w:rFonts w:ascii="Times New Roman" w:hAnsi="Times New Roman"/>
          <w:sz w:val="24"/>
          <w:szCs w:val="24"/>
        </w:rPr>
      </w:pPr>
      <w:r>
        <w:rPr>
          <w:rFonts w:ascii="Times New Roman" w:hAnsi="Times New Roman"/>
          <w:sz w:val="24"/>
          <w:szCs w:val="24"/>
        </w:rPr>
        <w:t>-Communication Skills</w:t>
      </w:r>
    </w:p>
    <w:p w:rsidR="00CA30C0" w:rsidRPr="00BB2E45" w:rsidRDefault="00CA30C0" w:rsidP="00682071">
      <w:pPr>
        <w:jc w:val="both"/>
        <w:rPr>
          <w:rFonts w:ascii="Times New Roman" w:hAnsi="Times New Roman"/>
          <w:b/>
          <w:sz w:val="36"/>
          <w:szCs w:val="36"/>
        </w:rPr>
      </w:pPr>
    </w:p>
    <w:sectPr w:rsidR="00CA30C0" w:rsidRPr="00BB2E45" w:rsidSect="004B2E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56A9"/>
    <w:rsid w:val="000F0155"/>
    <w:rsid w:val="002C1D3D"/>
    <w:rsid w:val="003B56A9"/>
    <w:rsid w:val="004B2E8A"/>
    <w:rsid w:val="005D1744"/>
    <w:rsid w:val="00682071"/>
    <w:rsid w:val="006E6448"/>
    <w:rsid w:val="007C52F1"/>
    <w:rsid w:val="009002D4"/>
    <w:rsid w:val="00951A04"/>
    <w:rsid w:val="00BB2E45"/>
    <w:rsid w:val="00C81714"/>
    <w:rsid w:val="00C9620E"/>
    <w:rsid w:val="00CA30C0"/>
    <w:rsid w:val="00D42EA5"/>
    <w:rsid w:val="00DC5E8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E8A"/>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227</Words>
  <Characters>1295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21ST CENTURY SKILLS</dc:title>
  <dc:subject/>
  <dc:creator>user</dc:creator>
  <cp:keywords/>
  <dc:description/>
  <cp:lastModifiedBy>user</cp:lastModifiedBy>
  <cp:revision>2</cp:revision>
  <dcterms:created xsi:type="dcterms:W3CDTF">2012-07-19T10:52:00Z</dcterms:created>
  <dcterms:modified xsi:type="dcterms:W3CDTF">2012-07-19T10:52:00Z</dcterms:modified>
</cp:coreProperties>
</file>